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EC22FA" w14:textId="77777777" w:rsidR="00BA5887" w:rsidRPr="00384B63" w:rsidRDefault="00BA5887" w:rsidP="00BA5887">
      <w:pPr>
        <w:spacing w:after="0" w:line="240" w:lineRule="auto"/>
      </w:pPr>
      <w:r w:rsidRPr="00384B63">
        <w:tab/>
      </w:r>
    </w:p>
    <w:p w14:paraId="31AC4011" w14:textId="77777777" w:rsidR="006929EC" w:rsidRDefault="006929EC" w:rsidP="0076048D">
      <w:pPr>
        <w:spacing w:after="0" w:line="240" w:lineRule="auto"/>
        <w:jc w:val="both"/>
        <w:rPr>
          <w:sz w:val="24"/>
          <w:szCs w:val="24"/>
        </w:rPr>
      </w:pPr>
    </w:p>
    <w:p w14:paraId="75E06A9D" w14:textId="4008F863" w:rsidR="00182EC8" w:rsidRDefault="0076048D" w:rsidP="0076048D">
      <w:pPr>
        <w:spacing w:after="0" w:line="240" w:lineRule="auto"/>
        <w:jc w:val="both"/>
        <w:rPr>
          <w:sz w:val="24"/>
          <w:szCs w:val="24"/>
        </w:rPr>
      </w:pPr>
      <w:r w:rsidRPr="0076048D">
        <w:rPr>
          <w:sz w:val="24"/>
          <w:szCs w:val="24"/>
        </w:rPr>
        <w:t>Kalle Toomet</w:t>
      </w:r>
      <w:r w:rsidRPr="0076048D">
        <w:rPr>
          <w:sz w:val="24"/>
          <w:szCs w:val="24"/>
        </w:rPr>
        <w:tab/>
      </w:r>
      <w:r w:rsidRPr="0076048D">
        <w:rPr>
          <w:sz w:val="24"/>
          <w:szCs w:val="24"/>
        </w:rPr>
        <w:tab/>
      </w:r>
      <w:r w:rsidRPr="0076048D">
        <w:rPr>
          <w:sz w:val="24"/>
          <w:szCs w:val="24"/>
        </w:rPr>
        <w:tab/>
      </w:r>
      <w:r w:rsidRPr="0076048D">
        <w:rPr>
          <w:sz w:val="24"/>
          <w:szCs w:val="24"/>
        </w:rPr>
        <w:tab/>
      </w:r>
      <w:r w:rsidRPr="0076048D">
        <w:rPr>
          <w:sz w:val="24"/>
          <w:szCs w:val="24"/>
        </w:rPr>
        <w:tab/>
      </w:r>
      <w:r w:rsidRPr="0076048D">
        <w:rPr>
          <w:sz w:val="24"/>
          <w:szCs w:val="24"/>
        </w:rPr>
        <w:tab/>
      </w:r>
      <w:r>
        <w:rPr>
          <w:sz w:val="24"/>
          <w:szCs w:val="24"/>
        </w:rPr>
        <w:t xml:space="preserve">  </w:t>
      </w:r>
      <w:r w:rsidR="00182EC8">
        <w:rPr>
          <w:sz w:val="24"/>
          <w:szCs w:val="24"/>
        </w:rPr>
        <w:t xml:space="preserve"> Teie </w:t>
      </w:r>
      <w:r w:rsidR="003C738F">
        <w:rPr>
          <w:sz w:val="24"/>
          <w:szCs w:val="24"/>
        </w:rPr>
        <w:t xml:space="preserve">    </w:t>
      </w:r>
      <w:bookmarkStart w:id="0" w:name="_GoBack"/>
      <w:bookmarkEnd w:id="0"/>
      <w:r w:rsidR="00182EC8">
        <w:rPr>
          <w:sz w:val="24"/>
          <w:szCs w:val="24"/>
        </w:rPr>
        <w:t>18.12.2024</w:t>
      </w:r>
    </w:p>
    <w:p w14:paraId="31B9D969" w14:textId="3D670EEF" w:rsidR="0076048D" w:rsidRPr="0076048D" w:rsidRDefault="0076048D" w:rsidP="0076048D">
      <w:pPr>
        <w:spacing w:after="0" w:line="240" w:lineRule="auto"/>
        <w:jc w:val="both"/>
        <w:rPr>
          <w:sz w:val="24"/>
          <w:szCs w:val="24"/>
        </w:rPr>
      </w:pPr>
      <w:r w:rsidRPr="0076048D">
        <w:rPr>
          <w:sz w:val="24"/>
          <w:szCs w:val="24"/>
        </w:rPr>
        <w:t>Eesti Linnade ja Valdade Liit</w:t>
      </w:r>
      <w:r w:rsidRPr="0076048D">
        <w:rPr>
          <w:sz w:val="24"/>
          <w:szCs w:val="24"/>
        </w:rPr>
        <w:tab/>
      </w:r>
      <w:r w:rsidRPr="0076048D">
        <w:rPr>
          <w:sz w:val="24"/>
          <w:szCs w:val="24"/>
        </w:rPr>
        <w:tab/>
      </w:r>
      <w:r w:rsidRPr="0076048D">
        <w:rPr>
          <w:sz w:val="24"/>
          <w:szCs w:val="24"/>
        </w:rPr>
        <w:tab/>
      </w:r>
      <w:r w:rsidRPr="0076048D">
        <w:rPr>
          <w:sz w:val="24"/>
          <w:szCs w:val="24"/>
        </w:rPr>
        <w:tab/>
      </w:r>
      <w:r w:rsidRPr="0076048D">
        <w:rPr>
          <w:sz w:val="24"/>
          <w:szCs w:val="24"/>
        </w:rPr>
        <w:tab/>
      </w:r>
      <w:r w:rsidRPr="0076048D">
        <w:rPr>
          <w:sz w:val="24"/>
          <w:szCs w:val="24"/>
        </w:rPr>
        <w:tab/>
        <w:t xml:space="preserve"> </w:t>
      </w:r>
    </w:p>
    <w:p w14:paraId="41D66F8E" w14:textId="2A2328AC" w:rsidR="0076048D" w:rsidRPr="0076048D" w:rsidRDefault="00182EC8" w:rsidP="0076048D">
      <w:pPr>
        <w:spacing w:after="0" w:line="240" w:lineRule="auto"/>
        <w:jc w:val="both"/>
        <w:rPr>
          <w:sz w:val="24"/>
          <w:szCs w:val="24"/>
        </w:rPr>
      </w:pPr>
      <w:r w:rsidRPr="00182EC8">
        <w:rPr>
          <w:rStyle w:val="Hperlink"/>
          <w:color w:val="00B0F0"/>
          <w:sz w:val="24"/>
          <w:szCs w:val="24"/>
        </w:rPr>
        <w:t>Kalle.Toomet@elvl.ee</w:t>
      </w:r>
      <w:r w:rsidR="0076048D">
        <w:rPr>
          <w:sz w:val="24"/>
          <w:szCs w:val="24"/>
        </w:rPr>
        <w:tab/>
      </w:r>
      <w:r w:rsidR="0076048D" w:rsidRPr="0076048D">
        <w:rPr>
          <w:sz w:val="24"/>
          <w:szCs w:val="24"/>
        </w:rPr>
        <w:tab/>
      </w:r>
      <w:r w:rsidR="0076048D">
        <w:rPr>
          <w:sz w:val="24"/>
          <w:szCs w:val="24"/>
        </w:rPr>
        <w:t xml:space="preserve"> </w:t>
      </w:r>
      <w:r w:rsidR="0076048D" w:rsidRPr="0076048D">
        <w:rPr>
          <w:sz w:val="24"/>
          <w:szCs w:val="24"/>
        </w:rPr>
        <w:tab/>
      </w:r>
      <w:r w:rsidR="0076048D">
        <w:rPr>
          <w:sz w:val="24"/>
          <w:szCs w:val="24"/>
        </w:rPr>
        <w:t xml:space="preserve">  </w:t>
      </w:r>
      <w:r>
        <w:rPr>
          <w:sz w:val="24"/>
          <w:szCs w:val="24"/>
        </w:rPr>
        <w:tab/>
        <w:t xml:space="preserve">   </w:t>
      </w:r>
      <w:r w:rsidR="0076048D" w:rsidRPr="0076048D">
        <w:rPr>
          <w:sz w:val="24"/>
          <w:szCs w:val="24"/>
        </w:rPr>
        <w:t>Meie 1</w:t>
      </w:r>
      <w:r w:rsidR="0076048D">
        <w:rPr>
          <w:sz w:val="24"/>
          <w:szCs w:val="24"/>
        </w:rPr>
        <w:t>9</w:t>
      </w:r>
      <w:r w:rsidR="0076048D" w:rsidRPr="0076048D">
        <w:rPr>
          <w:sz w:val="24"/>
          <w:szCs w:val="24"/>
        </w:rPr>
        <w:t>.12.2024 nr</w:t>
      </w:r>
      <w:r w:rsidR="0076048D">
        <w:rPr>
          <w:sz w:val="24"/>
          <w:szCs w:val="24"/>
        </w:rPr>
        <w:t xml:space="preserve"> </w:t>
      </w:r>
      <w:r w:rsidR="003C738F" w:rsidRPr="003C738F">
        <w:rPr>
          <w:sz w:val="24"/>
          <w:szCs w:val="24"/>
        </w:rPr>
        <w:t>2.1-11/13098-1</w:t>
      </w:r>
      <w:r w:rsidR="0076048D" w:rsidRPr="0076048D">
        <w:rPr>
          <w:sz w:val="24"/>
          <w:szCs w:val="24"/>
        </w:rPr>
        <w:tab/>
      </w:r>
      <w:r w:rsidR="0076048D" w:rsidRPr="0076048D">
        <w:rPr>
          <w:sz w:val="24"/>
          <w:szCs w:val="24"/>
        </w:rPr>
        <w:tab/>
      </w:r>
      <w:r w:rsidR="0076048D" w:rsidRPr="0076048D">
        <w:rPr>
          <w:sz w:val="24"/>
          <w:szCs w:val="24"/>
        </w:rPr>
        <w:tab/>
        <w:t xml:space="preserve"> </w:t>
      </w:r>
    </w:p>
    <w:p w14:paraId="5A826F54" w14:textId="77777777" w:rsidR="0076048D" w:rsidRDefault="0076048D" w:rsidP="0076048D">
      <w:pPr>
        <w:spacing w:after="0" w:line="240" w:lineRule="auto"/>
        <w:jc w:val="both"/>
        <w:rPr>
          <w:sz w:val="24"/>
          <w:szCs w:val="24"/>
        </w:rPr>
      </w:pPr>
      <w:r w:rsidRPr="002E0474">
        <w:rPr>
          <w:sz w:val="24"/>
          <w:szCs w:val="24"/>
        </w:rPr>
        <w:tab/>
      </w:r>
    </w:p>
    <w:p w14:paraId="21DC28C6" w14:textId="77777777" w:rsidR="003C738F" w:rsidRDefault="003C738F" w:rsidP="0076048D">
      <w:pPr>
        <w:spacing w:after="0" w:line="240" w:lineRule="auto"/>
        <w:jc w:val="both"/>
        <w:rPr>
          <w:sz w:val="24"/>
          <w:szCs w:val="24"/>
        </w:rPr>
      </w:pPr>
    </w:p>
    <w:p w14:paraId="1615090D" w14:textId="77777777" w:rsidR="003C738F" w:rsidRPr="002E0474" w:rsidRDefault="003C738F" w:rsidP="0076048D">
      <w:pPr>
        <w:spacing w:after="0" w:line="240" w:lineRule="auto"/>
        <w:jc w:val="both"/>
        <w:rPr>
          <w:sz w:val="24"/>
          <w:szCs w:val="24"/>
        </w:rPr>
      </w:pPr>
    </w:p>
    <w:p w14:paraId="58F5D410" w14:textId="77777777" w:rsidR="0076048D" w:rsidRPr="002E0474" w:rsidRDefault="0076048D" w:rsidP="0076048D">
      <w:pPr>
        <w:spacing w:after="0" w:line="240" w:lineRule="auto"/>
        <w:jc w:val="both"/>
        <w:rPr>
          <w:sz w:val="24"/>
          <w:szCs w:val="24"/>
        </w:rPr>
      </w:pPr>
    </w:p>
    <w:p w14:paraId="167D552C" w14:textId="59C628EC" w:rsidR="006929EC" w:rsidRPr="002E0474" w:rsidRDefault="00182EC8" w:rsidP="00182EC8">
      <w:pPr>
        <w:spacing w:after="0" w:line="240" w:lineRule="auto"/>
        <w:rPr>
          <w:sz w:val="24"/>
          <w:szCs w:val="24"/>
        </w:rPr>
      </w:pPr>
      <w:r w:rsidRPr="002E0474">
        <w:rPr>
          <w:bCs/>
          <w:sz w:val="24"/>
          <w:szCs w:val="24"/>
          <w:lang w:eastAsia="et-EE"/>
        </w:rPr>
        <w:t>Liiklusohutusprogramm 2025</w:t>
      </w:r>
    </w:p>
    <w:p w14:paraId="457D5DAD" w14:textId="77777777" w:rsidR="00D44A82" w:rsidRPr="002E0474" w:rsidRDefault="00D44A82" w:rsidP="0076048D">
      <w:pPr>
        <w:spacing w:after="0" w:line="240" w:lineRule="auto"/>
        <w:jc w:val="both"/>
        <w:rPr>
          <w:sz w:val="24"/>
          <w:szCs w:val="24"/>
        </w:rPr>
      </w:pPr>
    </w:p>
    <w:p w14:paraId="3B140198" w14:textId="77777777" w:rsidR="0076048D" w:rsidRPr="002E0474" w:rsidRDefault="0076048D" w:rsidP="0076048D">
      <w:pPr>
        <w:spacing w:after="0" w:line="240" w:lineRule="auto"/>
        <w:jc w:val="both"/>
        <w:rPr>
          <w:sz w:val="24"/>
          <w:szCs w:val="24"/>
        </w:rPr>
      </w:pPr>
    </w:p>
    <w:p w14:paraId="098E0448" w14:textId="50FD126F" w:rsidR="0076048D" w:rsidRPr="002E0474" w:rsidRDefault="006929EC" w:rsidP="0076048D">
      <w:pPr>
        <w:spacing w:after="0" w:line="240" w:lineRule="auto"/>
        <w:jc w:val="both"/>
        <w:rPr>
          <w:sz w:val="24"/>
          <w:szCs w:val="24"/>
        </w:rPr>
      </w:pPr>
      <w:r w:rsidRPr="002E0474">
        <w:rPr>
          <w:sz w:val="24"/>
          <w:szCs w:val="24"/>
        </w:rPr>
        <w:t>E</w:t>
      </w:r>
      <w:r w:rsidR="004B7AF6" w:rsidRPr="002E0474">
        <w:rPr>
          <w:sz w:val="24"/>
          <w:szCs w:val="24"/>
        </w:rPr>
        <w:t>d</w:t>
      </w:r>
      <w:r w:rsidR="0076048D" w:rsidRPr="002E0474">
        <w:rPr>
          <w:sz w:val="24"/>
          <w:szCs w:val="24"/>
        </w:rPr>
        <w:t>astame Teile liiklusohutusprogrammi 2025</w:t>
      </w:r>
      <w:r w:rsidR="00D44A82" w:rsidRPr="002E0474">
        <w:rPr>
          <w:sz w:val="24"/>
          <w:szCs w:val="24"/>
        </w:rPr>
        <w:t>.</w:t>
      </w:r>
      <w:r w:rsidR="0076048D" w:rsidRPr="002E0474">
        <w:rPr>
          <w:sz w:val="24"/>
          <w:szCs w:val="24"/>
        </w:rPr>
        <w:t xml:space="preserve"> aasta elluviimiskava</w:t>
      </w:r>
      <w:r w:rsidR="00D44A82" w:rsidRPr="002E0474">
        <w:rPr>
          <w:sz w:val="24"/>
          <w:szCs w:val="24"/>
        </w:rPr>
        <w:t xml:space="preserve"> Narvas</w:t>
      </w:r>
      <w:r w:rsidR="0076048D" w:rsidRPr="002E0474">
        <w:rPr>
          <w:sz w:val="24"/>
          <w:szCs w:val="24"/>
        </w:rPr>
        <w:t>.</w:t>
      </w:r>
    </w:p>
    <w:p w14:paraId="2846EC64" w14:textId="77777777" w:rsidR="0076048D" w:rsidRPr="002E0474" w:rsidRDefault="0076048D" w:rsidP="0076048D">
      <w:pPr>
        <w:spacing w:after="0" w:line="240" w:lineRule="auto"/>
        <w:jc w:val="both"/>
        <w:rPr>
          <w:sz w:val="24"/>
          <w:szCs w:val="24"/>
        </w:rPr>
      </w:pPr>
    </w:p>
    <w:p w14:paraId="04BBB1E1" w14:textId="77777777" w:rsidR="000C5C4D" w:rsidRPr="002E0474" w:rsidRDefault="000C5C4D" w:rsidP="00BA5887">
      <w:pPr>
        <w:spacing w:after="0" w:line="240" w:lineRule="auto"/>
        <w:jc w:val="both"/>
        <w:rPr>
          <w:sz w:val="24"/>
          <w:szCs w:val="24"/>
        </w:rPr>
      </w:pPr>
    </w:p>
    <w:p w14:paraId="43919474" w14:textId="77777777" w:rsidR="00BA5887" w:rsidRPr="002E0474" w:rsidRDefault="00BA5887" w:rsidP="00BA5887">
      <w:pPr>
        <w:spacing w:after="0" w:line="240" w:lineRule="auto"/>
        <w:jc w:val="both"/>
        <w:rPr>
          <w:sz w:val="24"/>
          <w:szCs w:val="24"/>
        </w:rPr>
      </w:pPr>
      <w:r w:rsidRPr="002E0474">
        <w:rPr>
          <w:sz w:val="24"/>
          <w:szCs w:val="24"/>
        </w:rPr>
        <w:t>Lugupidamisega</w:t>
      </w:r>
    </w:p>
    <w:p w14:paraId="42F9006E" w14:textId="77777777" w:rsidR="00B41737" w:rsidRPr="002E0474" w:rsidRDefault="00B41737" w:rsidP="00BA5887">
      <w:pPr>
        <w:spacing w:after="0" w:line="240" w:lineRule="auto"/>
        <w:jc w:val="both"/>
        <w:rPr>
          <w:sz w:val="24"/>
          <w:szCs w:val="24"/>
        </w:rPr>
      </w:pPr>
    </w:p>
    <w:p w14:paraId="393D534B" w14:textId="77777777" w:rsidR="00BA5887" w:rsidRPr="002E0474" w:rsidRDefault="00BA5887" w:rsidP="00BA5887">
      <w:pPr>
        <w:spacing w:after="0" w:line="240" w:lineRule="auto"/>
        <w:jc w:val="both"/>
        <w:rPr>
          <w:sz w:val="24"/>
          <w:szCs w:val="24"/>
        </w:rPr>
      </w:pPr>
      <w:r w:rsidRPr="002E0474">
        <w:rPr>
          <w:sz w:val="24"/>
          <w:szCs w:val="24"/>
        </w:rPr>
        <w:t>(allkirjastatud digitaalselt)</w:t>
      </w:r>
    </w:p>
    <w:p w14:paraId="00B134B9" w14:textId="77777777" w:rsidR="00BA5887" w:rsidRPr="002E0474" w:rsidRDefault="00BA5887" w:rsidP="00BA5887">
      <w:pPr>
        <w:spacing w:after="0" w:line="240" w:lineRule="auto"/>
        <w:jc w:val="both"/>
        <w:rPr>
          <w:sz w:val="24"/>
          <w:szCs w:val="24"/>
        </w:rPr>
      </w:pPr>
    </w:p>
    <w:p w14:paraId="294053D5" w14:textId="732FCCE0" w:rsidR="00BA5887" w:rsidRPr="002E0474" w:rsidRDefault="002A4068" w:rsidP="00BA5887">
      <w:pPr>
        <w:spacing w:after="0" w:line="240" w:lineRule="auto"/>
        <w:jc w:val="both"/>
        <w:rPr>
          <w:sz w:val="24"/>
          <w:szCs w:val="24"/>
        </w:rPr>
      </w:pPr>
      <w:r w:rsidRPr="002E0474">
        <w:rPr>
          <w:sz w:val="24"/>
          <w:szCs w:val="24"/>
        </w:rPr>
        <w:t>Oleg Karpikov</w:t>
      </w:r>
    </w:p>
    <w:p w14:paraId="23DCD5D1" w14:textId="7285D1DC" w:rsidR="00BA5887" w:rsidRPr="002E0474" w:rsidRDefault="00A8678E" w:rsidP="00BA5887">
      <w:pPr>
        <w:spacing w:after="0" w:line="240" w:lineRule="auto"/>
        <w:jc w:val="both"/>
        <w:rPr>
          <w:sz w:val="24"/>
          <w:szCs w:val="24"/>
        </w:rPr>
      </w:pPr>
      <w:r w:rsidRPr="002E0474">
        <w:rPr>
          <w:sz w:val="24"/>
          <w:szCs w:val="24"/>
        </w:rPr>
        <w:t>a</w:t>
      </w:r>
      <w:r w:rsidR="00BA5887" w:rsidRPr="002E0474">
        <w:rPr>
          <w:sz w:val="24"/>
          <w:szCs w:val="24"/>
        </w:rPr>
        <w:t>bilinnapea</w:t>
      </w:r>
    </w:p>
    <w:p w14:paraId="6A03842F" w14:textId="77777777" w:rsidR="00BA5887" w:rsidRPr="002E0474" w:rsidRDefault="00BA5887" w:rsidP="00BA5887">
      <w:pPr>
        <w:spacing w:after="0" w:line="240" w:lineRule="auto"/>
        <w:jc w:val="both"/>
        <w:rPr>
          <w:sz w:val="24"/>
          <w:szCs w:val="24"/>
        </w:rPr>
      </w:pPr>
    </w:p>
    <w:p w14:paraId="23F2EBAF" w14:textId="77777777" w:rsidR="00BA5887" w:rsidRPr="002E0474" w:rsidRDefault="00BA5887" w:rsidP="00BA5887">
      <w:pPr>
        <w:spacing w:after="0" w:line="240" w:lineRule="auto"/>
        <w:jc w:val="both"/>
        <w:rPr>
          <w:sz w:val="24"/>
          <w:szCs w:val="24"/>
        </w:rPr>
      </w:pPr>
    </w:p>
    <w:p w14:paraId="205D4DCC" w14:textId="27345C3F" w:rsidR="004B7AF6" w:rsidRPr="002E0474" w:rsidRDefault="004B7AF6" w:rsidP="00BA5887">
      <w:pPr>
        <w:spacing w:after="0" w:line="240" w:lineRule="auto"/>
        <w:jc w:val="both"/>
        <w:rPr>
          <w:sz w:val="24"/>
          <w:szCs w:val="24"/>
        </w:rPr>
      </w:pPr>
      <w:r w:rsidRPr="002E0474">
        <w:rPr>
          <w:sz w:val="24"/>
          <w:szCs w:val="24"/>
        </w:rPr>
        <w:t xml:space="preserve">Lisa: </w:t>
      </w:r>
      <w:r w:rsidR="00D44A82" w:rsidRPr="002E0474">
        <w:rPr>
          <w:sz w:val="24"/>
          <w:szCs w:val="24"/>
        </w:rPr>
        <w:t>1 lehel</w:t>
      </w:r>
    </w:p>
    <w:p w14:paraId="39486A3F" w14:textId="77777777" w:rsidR="00BA5887" w:rsidRPr="00BA5887" w:rsidRDefault="00BA5887" w:rsidP="00BA5887">
      <w:pPr>
        <w:spacing w:after="0" w:line="240" w:lineRule="auto"/>
        <w:rPr>
          <w:sz w:val="24"/>
          <w:szCs w:val="24"/>
        </w:rPr>
      </w:pPr>
    </w:p>
    <w:p w14:paraId="47498E05" w14:textId="77777777" w:rsidR="00BA5887" w:rsidRDefault="00BA5887" w:rsidP="00BA5887">
      <w:pPr>
        <w:spacing w:after="0" w:line="240" w:lineRule="auto"/>
        <w:rPr>
          <w:sz w:val="24"/>
          <w:szCs w:val="24"/>
        </w:rPr>
      </w:pPr>
    </w:p>
    <w:p w14:paraId="6BDA2191" w14:textId="77777777" w:rsidR="00BA5887" w:rsidRDefault="00BA5887" w:rsidP="00BA5887">
      <w:pPr>
        <w:spacing w:after="0" w:line="240" w:lineRule="auto"/>
        <w:rPr>
          <w:sz w:val="24"/>
          <w:szCs w:val="24"/>
        </w:rPr>
      </w:pPr>
    </w:p>
    <w:p w14:paraId="73F53C7B" w14:textId="77777777" w:rsidR="00BA5887" w:rsidRDefault="00BA5887" w:rsidP="00BA5887">
      <w:pPr>
        <w:spacing w:after="0" w:line="240" w:lineRule="auto"/>
        <w:rPr>
          <w:sz w:val="24"/>
          <w:szCs w:val="24"/>
        </w:rPr>
      </w:pPr>
    </w:p>
    <w:p w14:paraId="221E4381" w14:textId="77777777" w:rsidR="00BA5887" w:rsidRPr="00BA5887" w:rsidRDefault="00BA5887" w:rsidP="00BA5887">
      <w:pPr>
        <w:spacing w:after="0" w:line="240" w:lineRule="auto"/>
        <w:rPr>
          <w:sz w:val="24"/>
          <w:szCs w:val="24"/>
        </w:rPr>
      </w:pPr>
    </w:p>
    <w:p w14:paraId="7E107969" w14:textId="77777777" w:rsidR="00BA5887" w:rsidRDefault="00BA5887" w:rsidP="00BA5887">
      <w:pPr>
        <w:spacing w:after="0" w:line="240" w:lineRule="auto"/>
        <w:rPr>
          <w:sz w:val="24"/>
          <w:szCs w:val="24"/>
        </w:rPr>
      </w:pPr>
    </w:p>
    <w:p w14:paraId="590EB145" w14:textId="77777777" w:rsidR="009B0E56" w:rsidRDefault="009B0E56" w:rsidP="00BA5887">
      <w:pPr>
        <w:spacing w:after="0" w:line="240" w:lineRule="auto"/>
        <w:rPr>
          <w:sz w:val="24"/>
          <w:szCs w:val="24"/>
        </w:rPr>
      </w:pPr>
    </w:p>
    <w:p w14:paraId="2FA3B5D1" w14:textId="77777777" w:rsidR="000C5C4D" w:rsidRDefault="000C5C4D" w:rsidP="00BA5887">
      <w:pPr>
        <w:spacing w:after="0" w:line="240" w:lineRule="auto"/>
        <w:rPr>
          <w:sz w:val="24"/>
          <w:szCs w:val="24"/>
        </w:rPr>
      </w:pPr>
    </w:p>
    <w:p w14:paraId="20EC5C99" w14:textId="77777777" w:rsidR="0076048D" w:rsidRDefault="0076048D" w:rsidP="00BA5887">
      <w:pPr>
        <w:spacing w:after="0" w:line="240" w:lineRule="auto"/>
        <w:rPr>
          <w:sz w:val="24"/>
          <w:szCs w:val="24"/>
        </w:rPr>
      </w:pPr>
    </w:p>
    <w:p w14:paraId="3FF65825" w14:textId="77777777" w:rsidR="0076048D" w:rsidRDefault="0076048D" w:rsidP="00BA5887">
      <w:pPr>
        <w:spacing w:after="0" w:line="240" w:lineRule="auto"/>
        <w:rPr>
          <w:sz w:val="24"/>
          <w:szCs w:val="24"/>
        </w:rPr>
      </w:pPr>
    </w:p>
    <w:p w14:paraId="01F92ACD" w14:textId="77777777" w:rsidR="0076048D" w:rsidRDefault="0076048D" w:rsidP="00BA5887">
      <w:pPr>
        <w:spacing w:after="0" w:line="240" w:lineRule="auto"/>
        <w:rPr>
          <w:sz w:val="24"/>
          <w:szCs w:val="24"/>
        </w:rPr>
      </w:pPr>
    </w:p>
    <w:p w14:paraId="44EFCFC1" w14:textId="77777777" w:rsidR="0076048D" w:rsidRDefault="0076048D" w:rsidP="00BA5887">
      <w:pPr>
        <w:spacing w:after="0" w:line="240" w:lineRule="auto"/>
        <w:rPr>
          <w:sz w:val="24"/>
          <w:szCs w:val="24"/>
        </w:rPr>
      </w:pPr>
    </w:p>
    <w:p w14:paraId="4A7ED163" w14:textId="77777777" w:rsidR="0076048D" w:rsidRDefault="0076048D" w:rsidP="00BA5887">
      <w:pPr>
        <w:spacing w:after="0" w:line="240" w:lineRule="auto"/>
        <w:rPr>
          <w:sz w:val="24"/>
          <w:szCs w:val="24"/>
        </w:rPr>
      </w:pPr>
    </w:p>
    <w:p w14:paraId="526D874F" w14:textId="77777777" w:rsidR="0076048D" w:rsidRDefault="0076048D" w:rsidP="00BA5887">
      <w:pPr>
        <w:spacing w:after="0" w:line="240" w:lineRule="auto"/>
        <w:rPr>
          <w:sz w:val="24"/>
          <w:szCs w:val="24"/>
        </w:rPr>
      </w:pPr>
    </w:p>
    <w:p w14:paraId="3682EBCB" w14:textId="77777777" w:rsidR="000C5C4D" w:rsidRPr="00BA5887" w:rsidRDefault="000C5C4D" w:rsidP="00BA5887">
      <w:pPr>
        <w:spacing w:after="0" w:line="240" w:lineRule="auto"/>
        <w:rPr>
          <w:sz w:val="24"/>
          <w:szCs w:val="24"/>
        </w:rPr>
      </w:pPr>
    </w:p>
    <w:p w14:paraId="23B39549" w14:textId="77777777" w:rsidR="00BA5887" w:rsidRPr="00BA5887" w:rsidRDefault="00BA5887" w:rsidP="00BA5887">
      <w:pPr>
        <w:spacing w:after="0" w:line="240" w:lineRule="auto"/>
        <w:rPr>
          <w:sz w:val="24"/>
          <w:szCs w:val="24"/>
        </w:rPr>
      </w:pPr>
      <w:r w:rsidRPr="00BA5887">
        <w:rPr>
          <w:sz w:val="24"/>
          <w:szCs w:val="24"/>
        </w:rPr>
        <w:t>Igor Kruglov</w:t>
      </w:r>
      <w:r>
        <w:rPr>
          <w:sz w:val="24"/>
          <w:szCs w:val="24"/>
        </w:rPr>
        <w:t xml:space="preserve"> 35</w:t>
      </w:r>
      <w:r w:rsidRPr="00BA5887">
        <w:rPr>
          <w:sz w:val="24"/>
          <w:szCs w:val="24"/>
        </w:rPr>
        <w:t>9</w:t>
      </w:r>
      <w:r>
        <w:rPr>
          <w:sz w:val="24"/>
          <w:szCs w:val="24"/>
        </w:rPr>
        <w:t xml:space="preserve"> </w:t>
      </w:r>
      <w:r w:rsidRPr="00BA5887">
        <w:rPr>
          <w:sz w:val="24"/>
          <w:szCs w:val="24"/>
        </w:rPr>
        <w:t>9136</w:t>
      </w:r>
    </w:p>
    <w:p w14:paraId="3B72D69B" w14:textId="77777777" w:rsidR="000B71C8" w:rsidRPr="00BA5887" w:rsidRDefault="000B71C8" w:rsidP="00BA5887">
      <w:pPr>
        <w:rPr>
          <w:sz w:val="24"/>
          <w:szCs w:val="24"/>
        </w:rPr>
      </w:pPr>
    </w:p>
    <w:sectPr w:rsidR="000B71C8" w:rsidRPr="00BA5887" w:rsidSect="009B0C2A">
      <w:headerReference w:type="first" r:id="rId8"/>
      <w:footerReference w:type="first" r:id="rId9"/>
      <w:pgSz w:w="11906" w:h="16838"/>
      <w:pgMar w:top="539" w:right="1418" w:bottom="72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56124E" w14:textId="77777777" w:rsidR="004E1F8E" w:rsidRDefault="004E1F8E">
      <w:r>
        <w:separator/>
      </w:r>
    </w:p>
  </w:endnote>
  <w:endnote w:type="continuationSeparator" w:id="0">
    <w:p w14:paraId="17E83B99" w14:textId="77777777" w:rsidR="004E1F8E" w:rsidRDefault="004E1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B8D8F" w14:textId="77777777" w:rsidR="002766D1" w:rsidRDefault="002766D1" w:rsidP="009B0C2A">
    <w:r>
      <w:t>_________________________________________________________________________________</w:t>
    </w:r>
  </w:p>
  <w:p w14:paraId="2F1253AF" w14:textId="77777777" w:rsidR="002766D1" w:rsidRDefault="002766D1" w:rsidP="009B0C2A">
    <w:pPr>
      <w:spacing w:after="0" w:line="240" w:lineRule="auto"/>
    </w:pPr>
    <w:r>
      <w:t>Peetri plats 5</w:t>
    </w:r>
    <w:r>
      <w:tab/>
    </w:r>
    <w:r>
      <w:tab/>
    </w:r>
    <w:r>
      <w:tab/>
      <w:t xml:space="preserve">     Registrikood  75008485</w:t>
    </w:r>
    <w:r>
      <w:tab/>
    </w:r>
    <w:r>
      <w:tab/>
    </w:r>
    <w:r>
      <w:tab/>
      <w:t>tel: +372 35 99 001</w:t>
    </w:r>
  </w:p>
  <w:p w14:paraId="6D2124E8" w14:textId="77777777" w:rsidR="002766D1" w:rsidRDefault="002766D1" w:rsidP="009B0C2A">
    <w:pPr>
      <w:spacing w:after="0" w:line="240" w:lineRule="auto"/>
    </w:pPr>
    <w:r>
      <w:t>20308 Narva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fax: +372 35 99 010</w:t>
    </w:r>
  </w:p>
  <w:p w14:paraId="2B91CB4C" w14:textId="77777777" w:rsidR="002766D1" w:rsidRDefault="002766D1" w:rsidP="009B0C2A">
    <w:pPr>
      <w:spacing w:after="0" w:line="240" w:lineRule="auto"/>
    </w:pPr>
    <w:r>
      <w:t>EESTI VABARIIK</w:t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E-mail:  narvalv@narva.ee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87180E" w14:textId="77777777" w:rsidR="004E1F8E" w:rsidRDefault="004E1F8E">
      <w:r>
        <w:separator/>
      </w:r>
    </w:p>
  </w:footnote>
  <w:footnote w:type="continuationSeparator" w:id="0">
    <w:p w14:paraId="41AD0840" w14:textId="77777777" w:rsidR="004E1F8E" w:rsidRDefault="004E1F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506246" w14:textId="77777777" w:rsidR="002766D1" w:rsidRDefault="00337C15" w:rsidP="009B0C2A">
    <w:pPr>
      <w:pStyle w:val="Pis"/>
      <w:jc w:val="center"/>
      <w:rPr>
        <w:noProof/>
        <w:lang w:val="en-US"/>
      </w:rPr>
    </w:pPr>
    <w:r>
      <w:rPr>
        <w:noProof/>
        <w:lang w:eastAsia="et-EE"/>
      </w:rPr>
      <w:drawing>
        <wp:inline distT="0" distB="0" distL="0" distR="0" wp14:anchorId="092A9C3B" wp14:editId="42B82F31">
          <wp:extent cx="650875" cy="796925"/>
          <wp:effectExtent l="0" t="0" r="0" b="3175"/>
          <wp:docPr id="1" name="Picture 2" descr="Narva_VAP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Narva_VAP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0875" cy="796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D6B6AC" w14:textId="77777777" w:rsidR="002766D1" w:rsidRPr="00AB0FA0" w:rsidRDefault="002766D1" w:rsidP="009B0C2A">
    <w:pPr>
      <w:jc w:val="center"/>
      <w:rPr>
        <w:color w:val="0000FF"/>
        <w:sz w:val="44"/>
        <w:szCs w:val="44"/>
      </w:rPr>
    </w:pPr>
    <w:r w:rsidRPr="001E4DB0">
      <w:rPr>
        <w:color w:val="0000FF"/>
        <w:sz w:val="44"/>
        <w:szCs w:val="44"/>
      </w:rPr>
      <w:t>NARVA    LINNAVALITSUS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29C8625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1D2C78"/>
    <w:multiLevelType w:val="hybridMultilevel"/>
    <w:tmpl w:val="5380DF0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E1738"/>
    <w:multiLevelType w:val="hybridMultilevel"/>
    <w:tmpl w:val="F0C43A6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87513AC"/>
    <w:multiLevelType w:val="hybridMultilevel"/>
    <w:tmpl w:val="C0727A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CEE"/>
    <w:rsid w:val="00014005"/>
    <w:rsid w:val="00052E6E"/>
    <w:rsid w:val="00081A03"/>
    <w:rsid w:val="000B4010"/>
    <w:rsid w:val="000B71C8"/>
    <w:rsid w:val="000C5C4D"/>
    <w:rsid w:val="000D2637"/>
    <w:rsid w:val="000D43EB"/>
    <w:rsid w:val="000F4DE1"/>
    <w:rsid w:val="00106329"/>
    <w:rsid w:val="001079DD"/>
    <w:rsid w:val="001156C3"/>
    <w:rsid w:val="0014701A"/>
    <w:rsid w:val="00182EC8"/>
    <w:rsid w:val="0019595F"/>
    <w:rsid w:val="001F77B5"/>
    <w:rsid w:val="002115AF"/>
    <w:rsid w:val="002139F5"/>
    <w:rsid w:val="00226BB8"/>
    <w:rsid w:val="00233316"/>
    <w:rsid w:val="002766D1"/>
    <w:rsid w:val="002A4068"/>
    <w:rsid w:val="002D235A"/>
    <w:rsid w:val="002E0474"/>
    <w:rsid w:val="002E40B3"/>
    <w:rsid w:val="002E6069"/>
    <w:rsid w:val="00321392"/>
    <w:rsid w:val="00337C15"/>
    <w:rsid w:val="00367CCE"/>
    <w:rsid w:val="00376602"/>
    <w:rsid w:val="00384CBA"/>
    <w:rsid w:val="003871EE"/>
    <w:rsid w:val="003A5820"/>
    <w:rsid w:val="003A7D5A"/>
    <w:rsid w:val="003B275A"/>
    <w:rsid w:val="003C738F"/>
    <w:rsid w:val="003D4ECA"/>
    <w:rsid w:val="00416A8E"/>
    <w:rsid w:val="004210C4"/>
    <w:rsid w:val="00432C6A"/>
    <w:rsid w:val="0044736E"/>
    <w:rsid w:val="00480612"/>
    <w:rsid w:val="004844A0"/>
    <w:rsid w:val="00485A79"/>
    <w:rsid w:val="00496F51"/>
    <w:rsid w:val="004B666D"/>
    <w:rsid w:val="004B7AF6"/>
    <w:rsid w:val="004C624E"/>
    <w:rsid w:val="004E1F8E"/>
    <w:rsid w:val="004F05EA"/>
    <w:rsid w:val="005121DC"/>
    <w:rsid w:val="005422D0"/>
    <w:rsid w:val="00545466"/>
    <w:rsid w:val="0057462B"/>
    <w:rsid w:val="005A689D"/>
    <w:rsid w:val="005B608B"/>
    <w:rsid w:val="005C648A"/>
    <w:rsid w:val="005D5251"/>
    <w:rsid w:val="005E0ABD"/>
    <w:rsid w:val="005F4769"/>
    <w:rsid w:val="00614417"/>
    <w:rsid w:val="00640DE0"/>
    <w:rsid w:val="0065143E"/>
    <w:rsid w:val="00652ED6"/>
    <w:rsid w:val="006773A0"/>
    <w:rsid w:val="006929EC"/>
    <w:rsid w:val="006B052C"/>
    <w:rsid w:val="006D3D34"/>
    <w:rsid w:val="006E2BE6"/>
    <w:rsid w:val="0076048D"/>
    <w:rsid w:val="007A454C"/>
    <w:rsid w:val="007B36CA"/>
    <w:rsid w:val="007B5832"/>
    <w:rsid w:val="007C31C8"/>
    <w:rsid w:val="007E260E"/>
    <w:rsid w:val="007E4AB9"/>
    <w:rsid w:val="007E601C"/>
    <w:rsid w:val="008039F1"/>
    <w:rsid w:val="00813655"/>
    <w:rsid w:val="00841626"/>
    <w:rsid w:val="008A4392"/>
    <w:rsid w:val="008A798D"/>
    <w:rsid w:val="008B32EE"/>
    <w:rsid w:val="008B4CBE"/>
    <w:rsid w:val="008C6CD0"/>
    <w:rsid w:val="008D44C8"/>
    <w:rsid w:val="008F0E6E"/>
    <w:rsid w:val="00923DAE"/>
    <w:rsid w:val="0095292D"/>
    <w:rsid w:val="00997048"/>
    <w:rsid w:val="009B0C2A"/>
    <w:rsid w:val="009B0E56"/>
    <w:rsid w:val="00A32D0C"/>
    <w:rsid w:val="00A60BE9"/>
    <w:rsid w:val="00A8678E"/>
    <w:rsid w:val="00AA3492"/>
    <w:rsid w:val="00B41737"/>
    <w:rsid w:val="00B418D9"/>
    <w:rsid w:val="00B8009B"/>
    <w:rsid w:val="00BA4747"/>
    <w:rsid w:val="00BA5887"/>
    <w:rsid w:val="00BB4B48"/>
    <w:rsid w:val="00BD58E4"/>
    <w:rsid w:val="00C0687C"/>
    <w:rsid w:val="00C06CEE"/>
    <w:rsid w:val="00C437EE"/>
    <w:rsid w:val="00C609E7"/>
    <w:rsid w:val="00CC36DC"/>
    <w:rsid w:val="00CD0FD2"/>
    <w:rsid w:val="00D07C16"/>
    <w:rsid w:val="00D12CA8"/>
    <w:rsid w:val="00D15ED8"/>
    <w:rsid w:val="00D44A82"/>
    <w:rsid w:val="00D93612"/>
    <w:rsid w:val="00D947A7"/>
    <w:rsid w:val="00DC0F06"/>
    <w:rsid w:val="00DE37A5"/>
    <w:rsid w:val="00E03EFF"/>
    <w:rsid w:val="00E17938"/>
    <w:rsid w:val="00E20B73"/>
    <w:rsid w:val="00E3045A"/>
    <w:rsid w:val="00E33CF8"/>
    <w:rsid w:val="00E35501"/>
    <w:rsid w:val="00E54F70"/>
    <w:rsid w:val="00EC2914"/>
    <w:rsid w:val="00EC71FD"/>
    <w:rsid w:val="00EE0A89"/>
    <w:rsid w:val="00F22357"/>
    <w:rsid w:val="00F33CAC"/>
    <w:rsid w:val="00F47A5F"/>
    <w:rsid w:val="00FA6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841413"/>
  <w15:docId w15:val="{3CC9B7EA-36AC-4EFC-984C-6822594DF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9B0C2A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rsid w:val="009B0C2A"/>
    <w:pPr>
      <w:tabs>
        <w:tab w:val="center" w:pos="4536"/>
        <w:tab w:val="right" w:pos="9072"/>
      </w:tabs>
    </w:pPr>
    <w:rPr>
      <w:sz w:val="20"/>
      <w:szCs w:val="20"/>
      <w:lang w:eastAsia="ru-RU"/>
    </w:rPr>
  </w:style>
  <w:style w:type="character" w:customStyle="1" w:styleId="PisMrk">
    <w:name w:val="Päis Märk"/>
    <w:link w:val="Pis"/>
    <w:semiHidden/>
    <w:locked/>
    <w:rsid w:val="009B0C2A"/>
    <w:rPr>
      <w:lang w:val="et-EE" w:eastAsia="ru-RU" w:bidi="ar-SA"/>
    </w:rPr>
  </w:style>
  <w:style w:type="paragraph" w:customStyle="1" w:styleId="MediumGrid21">
    <w:name w:val="Medium Grid 21"/>
    <w:qFormat/>
    <w:rsid w:val="009B0C2A"/>
    <w:rPr>
      <w:rFonts w:ascii="Calibri" w:hAnsi="Calibri"/>
      <w:sz w:val="22"/>
      <w:szCs w:val="22"/>
      <w:lang w:val="ru-RU" w:eastAsia="en-US"/>
    </w:rPr>
  </w:style>
  <w:style w:type="character" w:customStyle="1" w:styleId="st">
    <w:name w:val="st"/>
    <w:basedOn w:val="Liguvaikefont"/>
    <w:rsid w:val="00E20B73"/>
  </w:style>
  <w:style w:type="character" w:styleId="Rhutus">
    <w:name w:val="Emphasis"/>
    <w:qFormat/>
    <w:rsid w:val="00E20B73"/>
    <w:rPr>
      <w:i/>
      <w:iCs/>
    </w:rPr>
  </w:style>
  <w:style w:type="character" w:styleId="Hperlink">
    <w:name w:val="Hyperlink"/>
    <w:rsid w:val="00CC36DC"/>
    <w:rPr>
      <w:color w:val="0000FF"/>
      <w:u w:val="single"/>
    </w:rPr>
  </w:style>
  <w:style w:type="paragraph" w:styleId="Loendilik">
    <w:name w:val="List Paragraph"/>
    <w:basedOn w:val="Normaallaad"/>
    <w:uiPriority w:val="99"/>
    <w:qFormat/>
    <w:rsid w:val="000D2637"/>
    <w:pPr>
      <w:widowControl w:val="0"/>
      <w:suppressAutoHyphens/>
      <w:spacing w:after="0" w:line="240" w:lineRule="auto"/>
      <w:ind w:left="720"/>
      <w:contextualSpacing/>
    </w:pPr>
    <w:rPr>
      <w:kern w:val="2"/>
      <w:sz w:val="24"/>
      <w:szCs w:val="24"/>
      <w:lang w:val="ru-RU"/>
    </w:rPr>
  </w:style>
  <w:style w:type="paragraph" w:styleId="Jutumullitekst">
    <w:name w:val="Balloon Text"/>
    <w:basedOn w:val="Normaallaad"/>
    <w:link w:val="JutumullitekstMrk"/>
    <w:rsid w:val="00C06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C06CEE"/>
    <w:rPr>
      <w:rFonts w:ascii="Tahoma" w:hAnsi="Tahoma" w:cs="Tahoma"/>
      <w:sz w:val="16"/>
      <w:szCs w:val="16"/>
      <w:lang w:eastAsia="en-US"/>
    </w:rPr>
  </w:style>
  <w:style w:type="character" w:styleId="Tugev">
    <w:name w:val="Strong"/>
    <w:basedOn w:val="Liguvaikefont"/>
    <w:uiPriority w:val="22"/>
    <w:qFormat/>
    <w:rsid w:val="003B275A"/>
    <w:rPr>
      <w:b/>
      <w:bCs/>
      <w:sz w:val="24"/>
      <w:szCs w:val="24"/>
      <w:bdr w:val="none" w:sz="0" w:space="0" w:color="auto" w:frame="1"/>
      <w:vertAlign w:val="baseline"/>
    </w:rPr>
  </w:style>
  <w:style w:type="paragraph" w:styleId="Normaallaadveeb">
    <w:name w:val="Normal (Web)"/>
    <w:basedOn w:val="Normaallaad"/>
    <w:uiPriority w:val="99"/>
    <w:unhideWhenUsed/>
    <w:rsid w:val="004C624E"/>
    <w:pPr>
      <w:spacing w:before="100" w:beforeAutospacing="1" w:after="100" w:afterAutospacing="1" w:line="240" w:lineRule="auto"/>
    </w:pPr>
    <w:rPr>
      <w:sz w:val="24"/>
      <w:szCs w:val="24"/>
      <w:lang w:eastAsia="et-EE"/>
    </w:rPr>
  </w:style>
  <w:style w:type="character" w:customStyle="1" w:styleId="tyhik">
    <w:name w:val="tyhik"/>
    <w:basedOn w:val="Liguvaikefont"/>
    <w:rsid w:val="004C624E"/>
  </w:style>
  <w:style w:type="paragraph" w:customStyle="1" w:styleId="gmail-msolistparagraph">
    <w:name w:val="gmail-msolistparagraph"/>
    <w:basedOn w:val="Normaallaad"/>
    <w:rsid w:val="004C624E"/>
    <w:pPr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paragraph" w:styleId="Kehatekst3">
    <w:name w:val="Body Text 3"/>
    <w:basedOn w:val="Normaallaad"/>
    <w:link w:val="Kehatekst3Mrk"/>
    <w:rsid w:val="000B71C8"/>
    <w:pPr>
      <w:widowControl w:val="0"/>
      <w:suppressAutoHyphens/>
      <w:spacing w:after="0" w:line="240" w:lineRule="auto"/>
      <w:jc w:val="both"/>
    </w:pPr>
    <w:rPr>
      <w:rFonts w:eastAsia="Lucida Sans Unicode"/>
      <w:sz w:val="24"/>
      <w:szCs w:val="24"/>
      <w:lang w:eastAsia="et-EE"/>
    </w:rPr>
  </w:style>
  <w:style w:type="character" w:customStyle="1" w:styleId="Kehatekst3Mrk">
    <w:name w:val="Kehatekst 3 Märk"/>
    <w:basedOn w:val="Liguvaikefont"/>
    <w:link w:val="Kehatekst3"/>
    <w:rsid w:val="000B71C8"/>
    <w:rPr>
      <w:rFonts w:eastAsia="Lucida Sans Unicode"/>
      <w:sz w:val="24"/>
      <w:szCs w:val="24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2A40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636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ga\AppData\Local\Temp\Blank%20LV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1333F-8C6B-4ABA-824D-4BF9EC90C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 LV</Template>
  <TotalTime>1</TotalTime>
  <Pages>1</Pages>
  <Words>56</Words>
  <Characters>329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Anne Toom</vt:lpstr>
      <vt:lpstr>Anne Toom</vt:lpstr>
    </vt:vector>
  </TitlesOfParts>
  <Company>Narva Linnavalitsus</Company>
  <LinksUpToDate>false</LinksUpToDate>
  <CharactersWithSpaces>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 Toom</dc:title>
  <dc:creator>Inga</dc:creator>
  <cp:lastModifiedBy>Marika</cp:lastModifiedBy>
  <cp:revision>4</cp:revision>
  <cp:lastPrinted>2015-12-18T08:26:00Z</cp:lastPrinted>
  <dcterms:created xsi:type="dcterms:W3CDTF">2024-12-19T13:44:00Z</dcterms:created>
  <dcterms:modified xsi:type="dcterms:W3CDTF">2024-12-19T13:55:00Z</dcterms:modified>
</cp:coreProperties>
</file>